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2018F9" w:rsidR="008A012F" w:rsidRPr="00E72D17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321316C" w:rsidR="008A012F" w:rsidRPr="00C54A56" w:rsidRDefault="008A012F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73BBE" w:rsidRPr="00C54A56">
              <w:t>AHC Agriculture, Horticulture and Conservation and Land Management</w:t>
            </w:r>
            <w:r w:rsidRPr="00C54A56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C54A56" w:rsidRPr="00C54A56">
              <w:rPr>
                <w:rStyle w:val="SITemporaryText-blue"/>
                <w:color w:val="auto"/>
                <w:sz w:val="20"/>
              </w:rPr>
              <w:t>8</w:t>
            </w:r>
            <w:r w:rsidRPr="00C54A5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56AD6E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AA0A9A">
              <w:t>X</w:t>
            </w:r>
            <w:r w:rsidR="00485A05">
              <w:t>1</w:t>
            </w:r>
            <w:r w:rsidR="005023FD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996A9F6" w:rsidR="00F1480E" w:rsidRPr="005404CB" w:rsidRDefault="005023FD" w:rsidP="005404CB">
            <w:pPr>
              <w:pStyle w:val="SIUnittitle"/>
            </w:pPr>
            <w:r w:rsidRPr="005023FD">
              <w:t>Plan, implement and review a quality assurance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4449A" w14:textId="77777777" w:rsidR="00C71CFB" w:rsidRPr="00C71CFB" w:rsidRDefault="00C71CFB" w:rsidP="00C71CFB">
            <w:r w:rsidRPr="00C71CFB">
              <w:t>This unit of competency describes the skills and knowledge required to determine workplace quality assurance objectives and plan, implement and review a quality assurance program.</w:t>
            </w:r>
          </w:p>
          <w:p w14:paraId="190879A0" w14:textId="77777777" w:rsidR="00C71CFB" w:rsidRPr="00C71CFB" w:rsidRDefault="00C71CFB" w:rsidP="00C71CFB"/>
          <w:p w14:paraId="752EB302" w14:textId="23512B79" w:rsidR="00C71CFB" w:rsidRPr="00C71CFB" w:rsidRDefault="00C71CFB" w:rsidP="00C71CFB">
            <w:r w:rsidRPr="00C71CFB">
              <w:t xml:space="preserve">The unit applies to individuals who apply specialised skills and knowledge to the planning, </w:t>
            </w:r>
            <w:proofErr w:type="gramStart"/>
            <w:r w:rsidRPr="00C71CFB">
              <w:t>implementing</w:t>
            </w:r>
            <w:proofErr w:type="gramEnd"/>
            <w:r w:rsidRPr="00C71CFB">
              <w:t xml:space="preserve"> and reviewing of a quality assurance program, take personal responsibility and exercise autonomy in undertaking complex work. They analyse and synthesise information and analyse, design and communicate solutions to sometimes complex problems.</w:t>
            </w:r>
          </w:p>
          <w:p w14:paraId="1B96434C" w14:textId="77777777" w:rsidR="00C71CFB" w:rsidRPr="00C71CFB" w:rsidRDefault="00C71CFB" w:rsidP="00C71CFB"/>
          <w:p w14:paraId="3202A0B8" w14:textId="6EA07FEA" w:rsidR="00CC1B21" w:rsidRPr="000754EC" w:rsidRDefault="00C71CFB" w:rsidP="00C71CFB">
            <w:r w:rsidRPr="00C71CF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75FA12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A386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00A5C56" w:rsidR="00FA3863" w:rsidRPr="00FA3863" w:rsidRDefault="00FA3863" w:rsidP="00FA3863">
            <w:pPr>
              <w:pStyle w:val="SIText"/>
            </w:pPr>
            <w:r w:rsidRPr="00FA3863">
              <w:t>1. Determine quality assurance objectives for the workplace</w:t>
            </w:r>
          </w:p>
        </w:tc>
        <w:tc>
          <w:tcPr>
            <w:tcW w:w="3604" w:type="pct"/>
            <w:shd w:val="clear" w:color="auto" w:fill="auto"/>
          </w:tcPr>
          <w:p w14:paraId="77C7F953" w14:textId="77777777" w:rsidR="00FA3863" w:rsidRPr="00FA3863" w:rsidRDefault="00FA3863" w:rsidP="00FA3863">
            <w:r w:rsidRPr="00FA3863">
              <w:t>1.1 Assess future market requirements for quality assured products</w:t>
            </w:r>
          </w:p>
          <w:p w14:paraId="4DB4D2D9" w14:textId="77777777" w:rsidR="00FA3863" w:rsidRPr="00FA3863" w:rsidRDefault="00FA3863" w:rsidP="00FA3863">
            <w:r w:rsidRPr="00FA3863">
              <w:t>1.2 Determine premiums for quality assurance products</w:t>
            </w:r>
          </w:p>
          <w:p w14:paraId="36FFA5C5" w14:textId="2D09A5AD" w:rsidR="00FA3863" w:rsidRPr="00FA3863" w:rsidRDefault="00FA3863" w:rsidP="00FA3863">
            <w:pPr>
              <w:pStyle w:val="SIText"/>
            </w:pPr>
            <w:r w:rsidRPr="00FA3863">
              <w:t>1.3 Assess strategic benefits of a quality assurance program</w:t>
            </w:r>
          </w:p>
        </w:tc>
      </w:tr>
      <w:tr w:rsidR="00FA386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D446C4B" w:rsidR="00FA3863" w:rsidRPr="00FA3863" w:rsidRDefault="00FA3863" w:rsidP="00FA3863">
            <w:pPr>
              <w:pStyle w:val="SIText"/>
            </w:pPr>
            <w:r w:rsidRPr="00FA3863">
              <w:t>2. 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4A72905C" w14:textId="77777777" w:rsidR="00FA3863" w:rsidRPr="00FA3863" w:rsidRDefault="00FA3863" w:rsidP="00FA3863">
            <w:r w:rsidRPr="00FA3863">
              <w:t>2.1 Define product quality standards</w:t>
            </w:r>
          </w:p>
          <w:p w14:paraId="2818F7FC" w14:textId="77777777" w:rsidR="00FA3863" w:rsidRPr="00FA3863" w:rsidRDefault="00FA3863" w:rsidP="00FA3863">
            <w:r w:rsidRPr="00FA3863">
              <w:t>2.2 Audit current status of products and operations</w:t>
            </w:r>
          </w:p>
          <w:p w14:paraId="60EE3ADD" w14:textId="77777777" w:rsidR="00FA3863" w:rsidRPr="00FA3863" w:rsidRDefault="00FA3863" w:rsidP="00FA3863">
            <w:r w:rsidRPr="00FA3863">
              <w:t>2.3 Evaluate and cost industry quality assurance programs</w:t>
            </w:r>
          </w:p>
          <w:p w14:paraId="2E551298" w14:textId="77777777" w:rsidR="00FA3863" w:rsidRPr="00FA3863" w:rsidRDefault="00FA3863" w:rsidP="00FA3863">
            <w:r w:rsidRPr="00FA3863">
              <w:t>2.4 Select quality assurance program based on a cost benefit analysis</w:t>
            </w:r>
          </w:p>
          <w:p w14:paraId="215A6E64" w14:textId="10B710B0" w:rsidR="00FA3863" w:rsidRPr="00FA3863" w:rsidRDefault="00FA3863" w:rsidP="00FA3863">
            <w:pPr>
              <w:pStyle w:val="SIText"/>
            </w:pPr>
            <w:r w:rsidRPr="00FA3863">
              <w:t>2.5 Document required processes and practices in the quality assurance program manual and prepare an implementation plan</w:t>
            </w:r>
          </w:p>
        </w:tc>
      </w:tr>
      <w:tr w:rsidR="00FA386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ACED522" w:rsidR="00FA3863" w:rsidRPr="00FA3863" w:rsidRDefault="00FA3863" w:rsidP="00FA3863">
            <w:pPr>
              <w:pStyle w:val="SIText"/>
            </w:pPr>
            <w:r w:rsidRPr="00FA3863">
              <w:t>3. Implement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C695D0F" w14:textId="77777777" w:rsidR="00FA3863" w:rsidRPr="00FA3863" w:rsidRDefault="00FA3863" w:rsidP="00FA3863">
            <w:r w:rsidRPr="00FA3863">
              <w:t>3.1 Document instructions defining task and process requirements</w:t>
            </w:r>
          </w:p>
          <w:p w14:paraId="6123D6E6" w14:textId="77777777" w:rsidR="00FA3863" w:rsidRPr="00FA3863" w:rsidRDefault="00FA3863" w:rsidP="00FA3863">
            <w:r w:rsidRPr="00FA3863">
              <w:t>3.2 Implement contractor and staff training</w:t>
            </w:r>
          </w:p>
          <w:p w14:paraId="6678FB98" w14:textId="4E5EC811" w:rsidR="00FA3863" w:rsidRPr="00FA3863" w:rsidRDefault="00FA3863">
            <w:r w:rsidRPr="00FA3863">
              <w:t xml:space="preserve">3.3 Introduce </w:t>
            </w:r>
            <w:r w:rsidR="003949A6">
              <w:t>or consult on</w:t>
            </w:r>
            <w:r w:rsidR="008823C3">
              <w:t xml:space="preserve"> </w:t>
            </w:r>
            <w:r w:rsidRPr="00FA3863">
              <w:t>changes to processes and practices</w:t>
            </w:r>
          </w:p>
          <w:p w14:paraId="4A58D83A" w14:textId="252E045A" w:rsidR="00FA3863" w:rsidRPr="00FA3863" w:rsidRDefault="00FA3863" w:rsidP="00FA3863">
            <w:r w:rsidRPr="00FA3863">
              <w:t>3.</w:t>
            </w:r>
            <w:r w:rsidR="008823C3">
              <w:t>4</w:t>
            </w:r>
            <w:r w:rsidRPr="00FA3863">
              <w:t xml:space="preserve"> Establish processes to monitor and verify product quality</w:t>
            </w:r>
          </w:p>
          <w:p w14:paraId="4D6BF306" w14:textId="7169B1CE" w:rsidR="00FA3863" w:rsidRPr="00FA3863" w:rsidRDefault="00FA3863" w:rsidP="00FA3863">
            <w:r w:rsidRPr="00FA3863">
              <w:t>3.</w:t>
            </w:r>
            <w:r w:rsidR="008823C3">
              <w:t>5</w:t>
            </w:r>
            <w:r w:rsidRPr="00FA3863">
              <w:t xml:space="preserve"> Introduce recording systems</w:t>
            </w:r>
          </w:p>
          <w:p w14:paraId="415711BC" w14:textId="7ED7261E" w:rsidR="00FA3863" w:rsidRPr="00FA3863" w:rsidRDefault="00FA3863" w:rsidP="00FA3863">
            <w:r w:rsidRPr="00FA3863">
              <w:t>3.</w:t>
            </w:r>
            <w:r w:rsidR="008823C3">
              <w:t>6</w:t>
            </w:r>
            <w:r w:rsidRPr="00FA3863">
              <w:t xml:space="preserve"> Validate operating instructions under conditions to verify their suitability</w:t>
            </w:r>
          </w:p>
          <w:p w14:paraId="1DAF1437" w14:textId="1EDE3786" w:rsidR="008A6E0F" w:rsidRDefault="00FA3863" w:rsidP="00FA3863">
            <w:r w:rsidRPr="00FA3863">
              <w:t>3.</w:t>
            </w:r>
            <w:r w:rsidR="008823C3">
              <w:t>7</w:t>
            </w:r>
            <w:r w:rsidRPr="00FA3863">
              <w:t xml:space="preserve"> Analyse problems and issues</w:t>
            </w:r>
          </w:p>
          <w:p w14:paraId="445029FF" w14:textId="2A7D07A6" w:rsidR="00FA3863" w:rsidRPr="00FA3863" w:rsidRDefault="008A6E0F" w:rsidP="00FA3863">
            <w:r>
              <w:t>3.8 Undertake corrective and preventative actions to</w:t>
            </w:r>
            <w:r w:rsidR="00FA3863" w:rsidRPr="00FA3863">
              <w:t xml:space="preserve"> resolve </w:t>
            </w:r>
            <w:r>
              <w:t>problems and issues</w:t>
            </w:r>
          </w:p>
          <w:p w14:paraId="29F43CC7" w14:textId="199B3C9B" w:rsidR="00FA3863" w:rsidRPr="00FA3863" w:rsidRDefault="00FA3863" w:rsidP="00FA3863">
            <w:r w:rsidRPr="00FA3863">
              <w:t>3.</w:t>
            </w:r>
            <w:r w:rsidR="008A6E0F">
              <w:t>9</w:t>
            </w:r>
            <w:r w:rsidRPr="00FA3863">
              <w:t xml:space="preserve"> Conduct system analysis, hazard analysis and critical control points (HACCP) or related processes</w:t>
            </w:r>
          </w:p>
        </w:tc>
      </w:tr>
      <w:tr w:rsidR="00FA386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0B2C5A8D" w:rsidR="00FA3863" w:rsidRPr="00FA3863" w:rsidRDefault="00FA3863" w:rsidP="00FA3863">
            <w:pPr>
              <w:pStyle w:val="SIText"/>
            </w:pPr>
            <w:r w:rsidRPr="00FA3863">
              <w:t>4. 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253CDD91" w14:textId="77777777" w:rsidR="00FA3863" w:rsidRPr="00FA3863" w:rsidRDefault="00FA3863" w:rsidP="00FA3863">
            <w:r w:rsidRPr="00FA3863">
              <w:t>4.1 Establish reporting formats</w:t>
            </w:r>
          </w:p>
          <w:p w14:paraId="2B0CB79A" w14:textId="77777777" w:rsidR="00FA3863" w:rsidRPr="00FA3863" w:rsidRDefault="00FA3863" w:rsidP="00FA3863">
            <w:r w:rsidRPr="00FA3863">
              <w:t>4.2 Implement mechanisms for gaining feedback information</w:t>
            </w:r>
          </w:p>
          <w:p w14:paraId="435DCD75" w14:textId="21EC6411" w:rsidR="00FA3863" w:rsidRPr="00FA3863" w:rsidRDefault="00FA3863" w:rsidP="00FA3863">
            <w:r w:rsidRPr="00FA3863">
              <w:t>4.3 Prepare for quality assurance audit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75AA" w:rsidRPr="00336FCA" w:rsidDel="00423CB2" w14:paraId="5405A9E6" w14:textId="77777777" w:rsidTr="00CA2922">
        <w:tc>
          <w:tcPr>
            <w:tcW w:w="1396" w:type="pct"/>
          </w:tcPr>
          <w:p w14:paraId="4C85B106" w14:textId="36DD6FA2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Reading</w:t>
            </w:r>
          </w:p>
        </w:tc>
        <w:tc>
          <w:tcPr>
            <w:tcW w:w="3604" w:type="pct"/>
          </w:tcPr>
          <w:p w14:paraId="3FE51FE7" w14:textId="68107B68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Identify and interpret information regarding operating instructions</w:t>
            </w:r>
          </w:p>
        </w:tc>
      </w:tr>
      <w:tr w:rsidR="002B75AA" w:rsidRPr="00336FCA" w:rsidDel="00423CB2" w14:paraId="1404F3C5" w14:textId="77777777" w:rsidTr="00CA2922">
        <w:tc>
          <w:tcPr>
            <w:tcW w:w="1396" w:type="pct"/>
          </w:tcPr>
          <w:p w14:paraId="7853B33E" w14:textId="5B5B31A7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t>Oral communication</w:t>
            </w:r>
          </w:p>
        </w:tc>
        <w:tc>
          <w:tcPr>
            <w:tcW w:w="3604" w:type="pct"/>
          </w:tcPr>
          <w:p w14:paraId="3E1057CC" w14:textId="548CAA9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Initiate discussions with contractors and work colleagues, using clear language to communicate quality assurance program requirements</w:t>
            </w:r>
          </w:p>
        </w:tc>
      </w:tr>
      <w:tr w:rsidR="002B75AA" w:rsidRPr="00336FCA" w:rsidDel="00423CB2" w14:paraId="4E3A54A8" w14:textId="77777777" w:rsidTr="00CA2922">
        <w:tc>
          <w:tcPr>
            <w:tcW w:w="1396" w:type="pct"/>
          </w:tcPr>
          <w:p w14:paraId="4941E635" w14:textId="33790AF1" w:rsidR="002B75AA" w:rsidRPr="00C54A56" w:rsidRDefault="002B75AA" w:rsidP="00C54A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4A56">
              <w:lastRenderedPageBreak/>
              <w:t>Numeracy</w:t>
            </w:r>
          </w:p>
        </w:tc>
        <w:tc>
          <w:tcPr>
            <w:tcW w:w="3604" w:type="pct"/>
          </w:tcPr>
          <w:p w14:paraId="00295F51" w14:textId="45A5A035" w:rsidR="002B75AA" w:rsidRPr="00C54A56" w:rsidRDefault="002B75AA" w:rsidP="00C54A5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54A56">
              <w:t>Calculate and document costs of implemented strategy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75AA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19DCA2EC" w:rsidR="00C54A56" w:rsidRPr="00AB7082" w:rsidRDefault="002B75AA" w:rsidP="00DA50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86073">
              <w:t>AHCWRK5</w:t>
            </w:r>
            <w:r w:rsidR="00DA501D">
              <w:t>X</w:t>
            </w:r>
            <w:r w:rsidRPr="00A86073">
              <w:t>12 Plan, implement and review a quality assurance program</w:t>
            </w:r>
          </w:p>
        </w:tc>
        <w:tc>
          <w:tcPr>
            <w:tcW w:w="1105" w:type="pct"/>
          </w:tcPr>
          <w:p w14:paraId="68CA03F4" w14:textId="7370BCDB" w:rsidR="00C54A56" w:rsidRPr="00A86073" w:rsidRDefault="002B75AA" w:rsidP="00DA501D">
            <w:pPr>
              <w:pStyle w:val="SIText"/>
            </w:pPr>
            <w:r w:rsidRPr="00AB7082">
              <w:t>AHCWRK5</w:t>
            </w:r>
            <w:r w:rsidR="00C54A56" w:rsidRPr="00AB7082">
              <w:t>12</w:t>
            </w:r>
            <w:r w:rsidRPr="00A86073">
              <w:t xml:space="preserve"> Plan, implement and review a quality assurance program</w:t>
            </w:r>
          </w:p>
        </w:tc>
        <w:tc>
          <w:tcPr>
            <w:tcW w:w="1251" w:type="pct"/>
          </w:tcPr>
          <w:p w14:paraId="7AB31EEC" w14:textId="77777777" w:rsidR="00A86073" w:rsidRPr="00A86073" w:rsidRDefault="00A86073" w:rsidP="00AB7082">
            <w:pPr>
              <w:pStyle w:val="SIText"/>
            </w:pPr>
            <w:r w:rsidRPr="00A86073">
              <w:t>Minor changes to application</w:t>
            </w:r>
          </w:p>
          <w:p w14:paraId="3ED13EF3" w14:textId="04EB673B" w:rsidR="00A86073" w:rsidRDefault="00A86073" w:rsidP="00A86073">
            <w:pPr>
              <w:pStyle w:val="SIText"/>
            </w:pPr>
            <w:r w:rsidRPr="00A86073">
              <w:t>M</w:t>
            </w:r>
            <w:r w:rsidR="00AA0A9A">
              <w:t>ajor and m</w:t>
            </w:r>
            <w:r w:rsidRPr="00A86073">
              <w:t xml:space="preserve">inor changes to </w:t>
            </w:r>
            <w:r w:rsidR="0000196D">
              <w:t xml:space="preserve">performance criteria and </w:t>
            </w:r>
            <w:r w:rsidRPr="00A86073">
              <w:t>foundation skills</w:t>
            </w:r>
          </w:p>
          <w:p w14:paraId="29068B99" w14:textId="748AA1A5" w:rsidR="002B75AA" w:rsidRPr="00A86073" w:rsidRDefault="00A86073" w:rsidP="00AB7082">
            <w:pPr>
              <w:pStyle w:val="SIText"/>
            </w:pPr>
            <w:r>
              <w:t xml:space="preserve">Minor edits to performance </w:t>
            </w:r>
            <w:r w:rsidR="00AB7082">
              <w:t xml:space="preserve">and knowledge </w:t>
            </w:r>
            <w:r>
              <w:t>evidence and assessment conditions</w:t>
            </w:r>
          </w:p>
        </w:tc>
        <w:tc>
          <w:tcPr>
            <w:tcW w:w="1616" w:type="pct"/>
          </w:tcPr>
          <w:p w14:paraId="7B262BE5" w14:textId="05BD0A5F" w:rsidR="002B75AA" w:rsidRPr="00A86073" w:rsidRDefault="00DA501D" w:rsidP="00AB7082">
            <w:pPr>
              <w:pStyle w:val="SIText"/>
            </w:pPr>
            <w:r>
              <w:t>Not e</w:t>
            </w:r>
            <w:r w:rsidR="002B75AA" w:rsidRPr="00A8607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767198" w:rsidR="00E17A92" w:rsidRPr="005404CB" w:rsidRDefault="00520E9A" w:rsidP="00C54A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A8607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58AD71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023FD" w:rsidRPr="005023FD">
              <w:t>AHCWRK5</w:t>
            </w:r>
            <w:r w:rsidR="00DA501D">
              <w:t>X</w:t>
            </w:r>
            <w:r w:rsidR="005023FD" w:rsidRPr="005023FD">
              <w:t>12 Plan, implement and review a quality assurance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E55CB66" w14:textId="77777777" w:rsidR="00A86073" w:rsidRDefault="002B75AA" w:rsidP="002B75AA">
            <w:r w:rsidRPr="002B75AA">
              <w:t>An individual demonstrating competency must satisfy all of the elements and performance criteria in this unit.</w:t>
            </w:r>
          </w:p>
          <w:p w14:paraId="1152D7A9" w14:textId="40438C38" w:rsidR="002B75AA" w:rsidRPr="002B75AA" w:rsidRDefault="002B75AA" w:rsidP="002B75AA">
            <w:r w:rsidRPr="002B75AA">
              <w:t xml:space="preserve">There must be evidence that the individual has planned, </w:t>
            </w:r>
            <w:proofErr w:type="gramStart"/>
            <w:r w:rsidRPr="002B75AA">
              <w:t>implemented</w:t>
            </w:r>
            <w:proofErr w:type="gramEnd"/>
            <w:r w:rsidRPr="002B75AA">
              <w:t xml:space="preserve"> and reviewed a quality assurance program on at least one occasion and has:</w:t>
            </w:r>
          </w:p>
          <w:p w14:paraId="4C1AB1FB" w14:textId="77777777" w:rsidR="002B75AA" w:rsidRPr="002B75AA" w:rsidRDefault="002B75AA" w:rsidP="002B75AA">
            <w:pPr>
              <w:pStyle w:val="SIBulletList1"/>
            </w:pPr>
            <w:r w:rsidRPr="002B75AA">
              <w:t>determined quality assurance objectives for the workplace</w:t>
            </w:r>
          </w:p>
          <w:p w14:paraId="372AC466" w14:textId="77777777" w:rsidR="002B75AA" w:rsidRPr="002B75AA" w:rsidRDefault="002B75AA" w:rsidP="002B75AA">
            <w:pPr>
              <w:pStyle w:val="SIBulletList1"/>
            </w:pPr>
            <w:r w:rsidRPr="002B75AA">
              <w:t>selected a quality assurance program using a cost benefit analysis</w:t>
            </w:r>
          </w:p>
          <w:p w14:paraId="7EBD4B34" w14:textId="77777777" w:rsidR="002B75AA" w:rsidRPr="002B75AA" w:rsidRDefault="002B75AA" w:rsidP="002B75AA">
            <w:pPr>
              <w:pStyle w:val="SIBulletList1"/>
            </w:pPr>
            <w:r w:rsidRPr="002B75AA">
              <w:t>planned the quality assurance program and developed implementation strategies</w:t>
            </w:r>
          </w:p>
          <w:p w14:paraId="3EFAF50A" w14:textId="77777777" w:rsidR="002B75AA" w:rsidRPr="002B75AA" w:rsidRDefault="002B75AA" w:rsidP="002B75AA">
            <w:pPr>
              <w:pStyle w:val="SIBulletList1"/>
            </w:pPr>
            <w:r w:rsidRPr="002B75AA">
              <w:t>implement the quality assurance program</w:t>
            </w:r>
          </w:p>
          <w:p w14:paraId="3C9750E2" w14:textId="77777777" w:rsidR="002B75AA" w:rsidRPr="002B75AA" w:rsidRDefault="002B75AA" w:rsidP="002B75AA">
            <w:pPr>
              <w:pStyle w:val="SIBulletList1"/>
            </w:pPr>
            <w:r w:rsidRPr="002B75AA">
              <w:t>maintained required records to support quality assurance</w:t>
            </w:r>
          </w:p>
          <w:p w14:paraId="6E81AE9B" w14:textId="1406B630" w:rsidR="00E17A92" w:rsidRPr="005404CB" w:rsidRDefault="002B75AA" w:rsidP="002B75AA">
            <w:pPr>
              <w:pStyle w:val="SIBulletList1"/>
            </w:pPr>
            <w:r w:rsidRPr="002B75AA">
              <w:t>reviewed the quality assurance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23A13813" w14:textId="77777777" w:rsidR="00A535AF" w:rsidRPr="00A535AF" w:rsidRDefault="00A535AF" w:rsidP="00A535AF">
            <w:r w:rsidRPr="00A535AF">
              <w:t>An individual must be able to demonstrate the knowledge required to perform the tasks outlined in the elements and performance criteria of this unit. This includes knowledge of:</w:t>
            </w:r>
          </w:p>
          <w:p w14:paraId="087B97A3" w14:textId="77777777" w:rsidR="00A535AF" w:rsidRPr="00A535AF" w:rsidRDefault="00A535AF" w:rsidP="00A535AF">
            <w:pPr>
              <w:pStyle w:val="SIBulletList1"/>
            </w:pPr>
            <w:r w:rsidRPr="00A535AF">
              <w:t>market projections and customer requirements</w:t>
            </w:r>
          </w:p>
          <w:p w14:paraId="0874EE82" w14:textId="7A671289" w:rsidR="00A535AF" w:rsidRPr="00A535AF" w:rsidRDefault="00A535AF" w:rsidP="00A535AF">
            <w:pPr>
              <w:pStyle w:val="SIBulletList1"/>
            </w:pPr>
            <w:r w:rsidRPr="00A535AF">
              <w:t>cost</w:t>
            </w:r>
            <w:r w:rsidR="00A86073">
              <w:t xml:space="preserve"> and </w:t>
            </w:r>
            <w:r w:rsidRPr="00A535AF">
              <w:t>benefit of quality assurance implementation</w:t>
            </w:r>
          </w:p>
          <w:p w14:paraId="08EE9DBD" w14:textId="77777777" w:rsidR="00A535AF" w:rsidRPr="00A535AF" w:rsidRDefault="00A535AF" w:rsidP="00A535AF">
            <w:pPr>
              <w:pStyle w:val="SIBulletList1"/>
            </w:pPr>
            <w:r w:rsidRPr="00A535AF">
              <w:t>leadership and administrative skills including change management</w:t>
            </w:r>
          </w:p>
          <w:p w14:paraId="45260B17" w14:textId="77777777" w:rsidR="00A535AF" w:rsidRPr="00A535AF" w:rsidRDefault="00A535AF" w:rsidP="00A535AF">
            <w:pPr>
              <w:pStyle w:val="SIBulletList1"/>
            </w:pPr>
            <w:r w:rsidRPr="00A535AF">
              <w:t>human resources induction practices</w:t>
            </w:r>
          </w:p>
          <w:p w14:paraId="5F844A5E" w14:textId="77777777" w:rsidR="00A535AF" w:rsidRPr="00A535AF" w:rsidRDefault="00A535AF" w:rsidP="00A535AF">
            <w:pPr>
              <w:pStyle w:val="SIBulletList1"/>
            </w:pPr>
            <w:r w:rsidRPr="00A535AF">
              <w:t>organisational objectives</w:t>
            </w:r>
          </w:p>
          <w:p w14:paraId="7125F041" w14:textId="77777777" w:rsidR="00A535AF" w:rsidRPr="00A535AF" w:rsidRDefault="00A535AF" w:rsidP="00A535AF">
            <w:pPr>
              <w:pStyle w:val="SIBulletList1"/>
            </w:pPr>
            <w:r w:rsidRPr="00A535AF">
              <w:t>quality standards</w:t>
            </w:r>
          </w:p>
          <w:p w14:paraId="577EF455" w14:textId="77777777" w:rsidR="00A535AF" w:rsidRPr="00A535AF" w:rsidRDefault="00A535AF" w:rsidP="00A535AF">
            <w:pPr>
              <w:pStyle w:val="SIBulletList1"/>
            </w:pPr>
            <w:r w:rsidRPr="00A535AF">
              <w:t>audit processes</w:t>
            </w:r>
          </w:p>
          <w:p w14:paraId="3C70517F" w14:textId="77777777" w:rsidR="00A535AF" w:rsidRPr="00A535AF" w:rsidRDefault="00A535AF" w:rsidP="00A535AF">
            <w:pPr>
              <w:pStyle w:val="SIBulletList1"/>
            </w:pPr>
            <w:r w:rsidRPr="00A535AF">
              <w:t>quality assurance recording procedures</w:t>
            </w:r>
          </w:p>
          <w:p w14:paraId="3BF34F33" w14:textId="77777777" w:rsidR="00A535AF" w:rsidRPr="00A535AF" w:rsidRDefault="00A535AF" w:rsidP="00A535AF">
            <w:pPr>
              <w:pStyle w:val="SIBulletList1"/>
            </w:pPr>
            <w:r w:rsidRPr="00A535AF">
              <w:t>workplace culture and values</w:t>
            </w:r>
          </w:p>
          <w:p w14:paraId="00323E1C" w14:textId="77777777" w:rsidR="00A535AF" w:rsidRPr="00A535AF" w:rsidRDefault="00A535AF" w:rsidP="00A535AF">
            <w:pPr>
              <w:pStyle w:val="SIBulletList1"/>
            </w:pPr>
            <w:r w:rsidRPr="00A535AF">
              <w:t>human resources performance monitoring practices</w:t>
            </w:r>
          </w:p>
          <w:p w14:paraId="411BDF05" w14:textId="22855ED6" w:rsidR="003D33FD" w:rsidRPr="005404CB" w:rsidRDefault="00A535AF" w:rsidP="00A535AF">
            <w:pPr>
              <w:pStyle w:val="SIBulletList1"/>
            </w:pPr>
            <w:r w:rsidRPr="00A535AF">
              <w:t>system analysis, hazard analysis and critical control points (HACCP) or related processes.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C2114AE" w14:textId="77777777" w:rsidR="00A535AF" w:rsidRPr="00A535AF" w:rsidRDefault="00A535AF" w:rsidP="00A535AF">
            <w:r w:rsidRPr="00A535AF">
              <w:t>Assessment of skills must take place under the following conditions:</w:t>
            </w:r>
          </w:p>
          <w:p w14:paraId="6CECB397" w14:textId="77777777" w:rsidR="00A535AF" w:rsidRPr="00A535AF" w:rsidRDefault="00A535AF" w:rsidP="00A535AF">
            <w:pPr>
              <w:pStyle w:val="SIBulletList1"/>
            </w:pPr>
            <w:r w:rsidRPr="00A535AF">
              <w:t>physical conditions:</w:t>
            </w:r>
          </w:p>
          <w:p w14:paraId="4FB2A104" w14:textId="77777777" w:rsidR="00A535AF" w:rsidRPr="00A535AF" w:rsidRDefault="00A535AF" w:rsidP="00A535AF">
            <w:pPr>
              <w:pStyle w:val="SIBulletList2"/>
            </w:pPr>
            <w:r w:rsidRPr="00A535AF">
              <w:t>a workplace setting or an environment that accurately represent workplace conditions</w:t>
            </w:r>
          </w:p>
          <w:p w14:paraId="12D7E55B" w14:textId="77777777" w:rsidR="00A535AF" w:rsidRPr="00A535AF" w:rsidRDefault="00A535AF" w:rsidP="00A535AF">
            <w:pPr>
              <w:pStyle w:val="SIBulletList1"/>
            </w:pPr>
            <w:r w:rsidRPr="00A535AF">
              <w:t>resources, equipment and materials:</w:t>
            </w:r>
          </w:p>
          <w:p w14:paraId="7F8691CC" w14:textId="77777777" w:rsidR="00A535AF" w:rsidRPr="00A535AF" w:rsidRDefault="00A535AF" w:rsidP="00A535AF">
            <w:pPr>
              <w:pStyle w:val="SIBulletList2"/>
            </w:pPr>
            <w:r w:rsidRPr="00A535AF">
              <w:t>operating instructions relevant to quality assurance program</w:t>
            </w:r>
          </w:p>
          <w:p w14:paraId="689432B9" w14:textId="5F3F1BF0" w:rsidR="00A535AF" w:rsidRPr="00A535AF" w:rsidRDefault="00A86073" w:rsidP="00A535AF">
            <w:pPr>
              <w:pStyle w:val="SIBulletList1"/>
            </w:pPr>
            <w:r>
              <w:t>specifications</w:t>
            </w:r>
            <w:r w:rsidR="00A535AF" w:rsidRPr="00A535AF">
              <w:t>:</w:t>
            </w:r>
          </w:p>
          <w:p w14:paraId="186AC78A" w14:textId="131F9DEE" w:rsidR="00A535AF" w:rsidRPr="00A535AF" w:rsidRDefault="00A86073" w:rsidP="00A535AF">
            <w:pPr>
              <w:pStyle w:val="SIBulletList2"/>
            </w:pPr>
            <w:r>
              <w:t>codes of practice relevant to quality including HACCP</w:t>
            </w:r>
          </w:p>
          <w:p w14:paraId="5375B4ED" w14:textId="77777777" w:rsidR="00A535AF" w:rsidRPr="00A535AF" w:rsidRDefault="00A535AF" w:rsidP="00A535AF">
            <w:pPr>
              <w:pStyle w:val="SIBulletList1"/>
            </w:pPr>
            <w:r w:rsidRPr="00A535AF">
              <w:t>relationships:</w:t>
            </w:r>
          </w:p>
          <w:p w14:paraId="65AABFFD" w14:textId="6BBAEE1A" w:rsidR="00A535AF" w:rsidRPr="00A535AF" w:rsidRDefault="00A535AF" w:rsidP="00A535AF">
            <w:pPr>
              <w:pStyle w:val="SIBulletList2"/>
            </w:pPr>
            <w:r w:rsidRPr="00A535AF">
              <w:t>managers</w:t>
            </w:r>
            <w:r w:rsidR="00A86073">
              <w:t>,</w:t>
            </w:r>
            <w:r w:rsidRPr="00A535AF">
              <w:t xml:space="preserve"> </w:t>
            </w:r>
            <w:proofErr w:type="gramStart"/>
            <w:r w:rsidRPr="00A535AF">
              <w:t>staff</w:t>
            </w:r>
            <w:proofErr w:type="gramEnd"/>
            <w:r w:rsidR="00A86073">
              <w:t xml:space="preserve"> and</w:t>
            </w:r>
            <w:r w:rsidRPr="00A535AF">
              <w:t xml:space="preserve"> contractors.</w:t>
            </w:r>
          </w:p>
          <w:p w14:paraId="58AA5489" w14:textId="77777777" w:rsidR="00A535AF" w:rsidRDefault="00A535AF" w:rsidP="00A535AF">
            <w:pPr>
              <w:pStyle w:val="SIText"/>
            </w:pPr>
          </w:p>
          <w:p w14:paraId="29F679B7" w14:textId="7D4D549A" w:rsidR="00BC7B51" w:rsidRPr="005404CB" w:rsidRDefault="00A535AF" w:rsidP="00A535AF">
            <w:pPr>
              <w:pStyle w:val="SIText"/>
              <w:rPr>
                <w:rFonts w:eastAsia="Calibri"/>
              </w:rPr>
            </w:pPr>
            <w:r w:rsidRPr="00A535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45BBBD" w:rsidR="00E17A92" w:rsidRPr="005404CB" w:rsidRDefault="00A86073" w:rsidP="005404CB">
            <w:pPr>
              <w:pStyle w:val="SIText"/>
            </w:pPr>
            <w:hyperlink r:id="rId12" w:history="1">
              <w:r w:rsidR="00E17A92" w:rsidRPr="00A8607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F23C" w14:textId="77777777" w:rsidR="007915A0" w:rsidRDefault="007915A0" w:rsidP="00BF3F0A">
      <w:r>
        <w:separator/>
      </w:r>
    </w:p>
    <w:p w14:paraId="46B2BDD1" w14:textId="77777777" w:rsidR="007915A0" w:rsidRDefault="007915A0"/>
  </w:endnote>
  <w:endnote w:type="continuationSeparator" w:id="0">
    <w:p w14:paraId="042C4CBB" w14:textId="77777777" w:rsidR="007915A0" w:rsidRDefault="007915A0" w:rsidP="00BF3F0A">
      <w:r>
        <w:continuationSeparator/>
      </w:r>
    </w:p>
    <w:p w14:paraId="32885DE1" w14:textId="77777777" w:rsidR="007915A0" w:rsidRDefault="00791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C2FE" w14:textId="77777777" w:rsidR="007915A0" w:rsidRDefault="007915A0" w:rsidP="00BF3F0A">
      <w:r>
        <w:separator/>
      </w:r>
    </w:p>
    <w:p w14:paraId="212C7307" w14:textId="77777777" w:rsidR="007915A0" w:rsidRDefault="007915A0"/>
  </w:footnote>
  <w:footnote w:type="continuationSeparator" w:id="0">
    <w:p w14:paraId="22F7E0E3" w14:textId="77777777" w:rsidR="007915A0" w:rsidRDefault="007915A0" w:rsidP="00BF3F0A">
      <w:r>
        <w:continuationSeparator/>
      </w:r>
    </w:p>
    <w:p w14:paraId="1A7B3085" w14:textId="77777777" w:rsidR="007915A0" w:rsidRDefault="00791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2AF41BB" w:rsidR="009C2650" w:rsidRPr="003178C8" w:rsidRDefault="00C1608F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23FD" w:rsidRPr="005023FD">
      <w:t xml:space="preserve"> AHCWRK5</w:t>
    </w:r>
    <w:r w:rsidR="00AA0A9A">
      <w:t>X</w:t>
    </w:r>
    <w:r w:rsidR="005023FD" w:rsidRPr="005023FD">
      <w:t>12 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31D5"/>
    <w:multiLevelType w:val="multilevel"/>
    <w:tmpl w:val="D3A2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95453"/>
    <w:multiLevelType w:val="multilevel"/>
    <w:tmpl w:val="700CE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2373EED"/>
    <w:multiLevelType w:val="multilevel"/>
    <w:tmpl w:val="B05E9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196D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B75AA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9A6"/>
    <w:rsid w:val="00394C90"/>
    <w:rsid w:val="0039636E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12F61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2A9A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023FD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73BBE"/>
    <w:rsid w:val="00781D77"/>
    <w:rsid w:val="00783549"/>
    <w:rsid w:val="007860B7"/>
    <w:rsid w:val="00786DC8"/>
    <w:rsid w:val="007915A0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23C3"/>
    <w:rsid w:val="00886790"/>
    <w:rsid w:val="008908DE"/>
    <w:rsid w:val="008A012F"/>
    <w:rsid w:val="008A0AF4"/>
    <w:rsid w:val="008A12ED"/>
    <w:rsid w:val="008A39D3"/>
    <w:rsid w:val="008A6E0F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5AF"/>
    <w:rsid w:val="00A53B5E"/>
    <w:rsid w:val="00A554D6"/>
    <w:rsid w:val="00A56E14"/>
    <w:rsid w:val="00A6476B"/>
    <w:rsid w:val="00A7525A"/>
    <w:rsid w:val="00A76C6C"/>
    <w:rsid w:val="00A86073"/>
    <w:rsid w:val="00A87356"/>
    <w:rsid w:val="00A92DD1"/>
    <w:rsid w:val="00AA0A9A"/>
    <w:rsid w:val="00AA3D08"/>
    <w:rsid w:val="00AA5338"/>
    <w:rsid w:val="00AA5D02"/>
    <w:rsid w:val="00AB1B8E"/>
    <w:rsid w:val="00AB3EC1"/>
    <w:rsid w:val="00AB46DE"/>
    <w:rsid w:val="00AB7082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36AC8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08F"/>
    <w:rsid w:val="00C1739B"/>
    <w:rsid w:val="00C21ADE"/>
    <w:rsid w:val="00C23D97"/>
    <w:rsid w:val="00C26067"/>
    <w:rsid w:val="00C30A29"/>
    <w:rsid w:val="00C317DC"/>
    <w:rsid w:val="00C3286E"/>
    <w:rsid w:val="00C54A56"/>
    <w:rsid w:val="00C578E9"/>
    <w:rsid w:val="00C70626"/>
    <w:rsid w:val="00C71CFB"/>
    <w:rsid w:val="00C72860"/>
    <w:rsid w:val="00C72A48"/>
    <w:rsid w:val="00C73582"/>
    <w:rsid w:val="00C73B90"/>
    <w:rsid w:val="00C742EC"/>
    <w:rsid w:val="00C8005F"/>
    <w:rsid w:val="00C85324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01D"/>
    <w:rsid w:val="00DA53B5"/>
    <w:rsid w:val="00DC1D69"/>
    <w:rsid w:val="00DC2647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1EBE"/>
    <w:rsid w:val="00E54608"/>
    <w:rsid w:val="00E6166D"/>
    <w:rsid w:val="00E67EAC"/>
    <w:rsid w:val="00E72D17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3D34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0747"/>
    <w:rsid w:val="00F71651"/>
    <w:rsid w:val="00F76191"/>
    <w:rsid w:val="00F76CC6"/>
    <w:rsid w:val="00F80C82"/>
    <w:rsid w:val="00F83D7C"/>
    <w:rsid w:val="00F93FEB"/>
    <w:rsid w:val="00FA1D83"/>
    <w:rsid w:val="00FA386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607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49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40B90-59AB-416B-8024-138DC7E0A0AE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156</cp:revision>
  <cp:lastPrinted>2016-05-27T05:21:00Z</cp:lastPrinted>
  <dcterms:created xsi:type="dcterms:W3CDTF">2021-08-11T23:10:00Z</dcterms:created>
  <dcterms:modified xsi:type="dcterms:W3CDTF">2021-11-25T07:22:00Z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